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F20E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F20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2B9F">
        <w:rPr>
          <w:rFonts w:ascii="Corbel" w:hAnsi="Corbel"/>
          <w:i/>
          <w:smallCaps/>
          <w:sz w:val="24"/>
          <w:szCs w:val="24"/>
        </w:rPr>
        <w:t>202</w:t>
      </w:r>
      <w:r w:rsidR="00795C6A">
        <w:rPr>
          <w:rFonts w:ascii="Corbel" w:hAnsi="Corbel"/>
          <w:i/>
          <w:smallCaps/>
          <w:sz w:val="24"/>
          <w:szCs w:val="24"/>
        </w:rPr>
        <w:t>3</w:t>
      </w:r>
      <w:r w:rsidR="00C02B9F">
        <w:rPr>
          <w:rFonts w:ascii="Corbel" w:hAnsi="Corbel"/>
          <w:i/>
          <w:smallCaps/>
          <w:sz w:val="24"/>
          <w:szCs w:val="24"/>
        </w:rPr>
        <w:t>-202</w:t>
      </w:r>
      <w:r w:rsidR="00795C6A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</w:t>
      </w:r>
      <w:r w:rsidR="00795C6A">
        <w:rPr>
          <w:rFonts w:ascii="Corbel" w:hAnsi="Corbel"/>
          <w:sz w:val="20"/>
          <w:szCs w:val="20"/>
        </w:rPr>
        <w:t>3</w:t>
      </w:r>
      <w:r w:rsidR="00C02B9F">
        <w:rPr>
          <w:rFonts w:ascii="Corbel" w:hAnsi="Corbel"/>
          <w:sz w:val="20"/>
          <w:szCs w:val="20"/>
        </w:rPr>
        <w:t>/202</w:t>
      </w:r>
      <w:r w:rsidR="00795C6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C09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C0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E6271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E62710" w:rsidP="00E62710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</w:rPr>
              <w:t xml:space="preserve"> 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F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E6271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Default="00E627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:rsidR="00C07B0B" w:rsidRPr="009C54AE" w:rsidRDefault="008C09C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Świat wartości : aksjologia </w:t>
            </w:r>
            <w:proofErr w:type="spellStart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fantasy</w:t>
            </w:r>
            <w:proofErr w:type="spellEnd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28" w:rsidRDefault="00D05728" w:rsidP="00C16ABF">
      <w:pPr>
        <w:spacing w:after="0" w:line="240" w:lineRule="auto"/>
      </w:pPr>
      <w:r>
        <w:separator/>
      </w:r>
    </w:p>
  </w:endnote>
  <w:endnote w:type="continuationSeparator" w:id="0">
    <w:p w:rsidR="00D05728" w:rsidRDefault="00D057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28" w:rsidRDefault="00D05728" w:rsidP="00C16ABF">
      <w:pPr>
        <w:spacing w:after="0" w:line="240" w:lineRule="auto"/>
      </w:pPr>
      <w:r>
        <w:separator/>
      </w:r>
    </w:p>
  </w:footnote>
  <w:footnote w:type="continuationSeparator" w:id="0">
    <w:p w:rsidR="00D05728" w:rsidRDefault="00D0572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34231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353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20E8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55F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5C6A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9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2B9F"/>
    <w:rsid w:val="00C058B4"/>
    <w:rsid w:val="00C05F44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728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271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7CFF5"/>
  <w15:docId w15:val="{F03C8CB3-B2AD-4B72-8066-47E2BD9E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7AD6-1EB3-4211-921F-8054EC42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2022-04-27T16:35:00Z</dcterms:created>
  <dcterms:modified xsi:type="dcterms:W3CDTF">2023-04-20T09:57:00Z</dcterms:modified>
</cp:coreProperties>
</file>